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76" w:rsidRPr="00624C8F" w:rsidRDefault="00624C8F">
      <w:pPr>
        <w:rPr>
          <w:rFonts w:ascii="Palace Script MT" w:hAnsi="Palace Script MT"/>
          <w:b/>
          <w:sz w:val="96"/>
          <w:szCs w:val="96"/>
        </w:rPr>
      </w:pPr>
      <w:r>
        <w:rPr>
          <w:rFonts w:ascii="Palace Script MT" w:hAnsi="Palace Script MT"/>
          <w:b/>
          <w:sz w:val="96"/>
          <w:szCs w:val="96"/>
        </w:rPr>
        <w:t xml:space="preserve">I am a </w:t>
      </w:r>
      <w:r w:rsidR="0034641E">
        <w:rPr>
          <w:rFonts w:ascii="Palace Script MT" w:hAnsi="Palace Script MT"/>
          <w:b/>
          <w:sz w:val="96"/>
          <w:szCs w:val="96"/>
        </w:rPr>
        <w:t>soldier. I can smell the disease carrying rats scurrying over my blood stained boots. I can hear the soldiers gasping as their life slowly drains away. I can touch the blood flowing from my fresh bullet wounds</w:t>
      </w:r>
      <w:r w:rsidR="00272AAD">
        <w:rPr>
          <w:rFonts w:ascii="Palace Script MT" w:hAnsi="Palace Script MT"/>
          <w:b/>
          <w:sz w:val="96"/>
          <w:szCs w:val="96"/>
        </w:rPr>
        <w:t xml:space="preserve"> I can see men running as fast as they can to escape the enemies bullets. I can taste the disgusting mud splattered on my unshaven, filthy</w:t>
      </w:r>
      <w:bookmarkStart w:id="0" w:name="_GoBack"/>
      <w:bookmarkEnd w:id="0"/>
      <w:r w:rsidR="00272AAD">
        <w:rPr>
          <w:rFonts w:ascii="Palace Script MT" w:hAnsi="Palace Script MT"/>
          <w:b/>
          <w:sz w:val="96"/>
          <w:szCs w:val="96"/>
        </w:rPr>
        <w:t xml:space="preserve"> face. \</w:t>
      </w:r>
    </w:p>
    <w:sectPr w:rsidR="00940F76" w:rsidRPr="00624C8F" w:rsidSect="00624C8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8F"/>
    <w:rsid w:val="00272AAD"/>
    <w:rsid w:val="0034641E"/>
    <w:rsid w:val="00624C8F"/>
    <w:rsid w:val="0094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868C3070</Template>
  <TotalTime>15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2012-05-02T02:35:00Z</dcterms:created>
  <dcterms:modified xsi:type="dcterms:W3CDTF">2012-05-02T02:50:00Z</dcterms:modified>
</cp:coreProperties>
</file>